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BA78D7" w:rsidP="00532E41">
      <w:pPr>
        <w:pStyle w:val="Heading1"/>
      </w:pPr>
      <w:bookmarkStart w:id="0" w:name="_GoBack"/>
      <w:bookmarkEnd w:id="0"/>
      <w:r>
        <w:t>How to Use Visualization Techniques to Achieve Success</w:t>
      </w:r>
    </w:p>
    <w:p w:rsidR="00532E41" w:rsidRDefault="00532E41" w:rsidP="00532E41"/>
    <w:p w:rsidR="000F5034" w:rsidRDefault="00BA78D7" w:rsidP="00532E41">
      <w:r>
        <w:t xml:space="preserve">Our minds are the most complex machines on the earth, and we are only beginning to understand the </w:t>
      </w:r>
      <w:r w:rsidRPr="000F5034">
        <w:t>immense</w:t>
      </w:r>
      <w:r>
        <w:t xml:space="preserve"> power that it holds. One unique and remarkable ability of our minds is its ability to imagine future scenarios in rich detail to help improve our performance and manifest our greatest wants and desires. If you’re wondering how creative visualization can w</w:t>
      </w:r>
      <w:r>
        <w:t xml:space="preserve">ork for you, here’s how you can use the visualization technique to achieve success in your life. </w:t>
      </w:r>
    </w:p>
    <w:p w:rsidR="001E700C" w:rsidRDefault="001E700C" w:rsidP="00532E41"/>
    <w:p w:rsidR="001E700C" w:rsidRDefault="00BA78D7" w:rsidP="00532E41">
      <w:pPr>
        <w:rPr>
          <w:b/>
        </w:rPr>
      </w:pPr>
      <w:r>
        <w:rPr>
          <w:b/>
        </w:rPr>
        <w:t>How to Visualize</w:t>
      </w:r>
    </w:p>
    <w:p w:rsidR="001E700C" w:rsidRPr="003F1C97" w:rsidRDefault="00BA78D7" w:rsidP="00532E41">
      <w:r>
        <w:t>You have to first start by establishing a goal; then you can begin to focus on creating an image in your mind of you accomplishing that goal</w:t>
      </w:r>
      <w:r>
        <w:t xml:space="preserve">, in detail. A basic technique involves sitting comfortably with your eyes closed while you imagine yourself achieving a specific goal or dream in as much detail as possible. </w:t>
      </w:r>
      <w:r w:rsidR="004E7296">
        <w:t>Setting aside time each day can help you make this critical routine into a habit. The more you practice, the quicker your goals and dreams will manifest into reality.</w:t>
      </w:r>
    </w:p>
    <w:p w:rsidR="00D14AC7" w:rsidRDefault="00D14AC7" w:rsidP="00532E41"/>
    <w:p w:rsidR="00D14AC7" w:rsidRDefault="00BA78D7" w:rsidP="00532E41">
      <w:pPr>
        <w:rPr>
          <w:b/>
        </w:rPr>
      </w:pPr>
      <w:r>
        <w:rPr>
          <w:b/>
        </w:rPr>
        <w:t>Utilize Vision Boards</w:t>
      </w:r>
    </w:p>
    <w:p w:rsidR="00D14AC7" w:rsidRDefault="00BA78D7" w:rsidP="00532E41">
      <w:r>
        <w:t>Many people swear by this simple visualization technique. To utilize vision boards in your creative visualization process, take some time to cut ou</w:t>
      </w:r>
      <w:r>
        <w:t>t pictures from newspapers or magazines that represent the goals you want to achieve. Then use those images to create a collage of images that showcase what you want to accomplish in your life and hang it in a prominent place in your home</w:t>
      </w:r>
      <w:r w:rsidR="00ED1863">
        <w:t xml:space="preserve"> where you’ll see it every</w:t>
      </w:r>
      <w:r w:rsidR="00F15DAD">
        <w:t xml:space="preserve"> </w:t>
      </w:r>
      <w:r w:rsidR="00ED1863">
        <w:t xml:space="preserve">day. </w:t>
      </w:r>
    </w:p>
    <w:p w:rsidR="00ED1863" w:rsidRDefault="00ED1863" w:rsidP="00532E41"/>
    <w:p w:rsidR="00ED1863" w:rsidRDefault="00BA78D7" w:rsidP="00532E41">
      <w:pPr>
        <w:rPr>
          <w:b/>
        </w:rPr>
      </w:pPr>
      <w:r>
        <w:rPr>
          <w:b/>
        </w:rPr>
        <w:t>Recite Daily Affirmations</w:t>
      </w:r>
    </w:p>
    <w:p w:rsidR="00F15DAD" w:rsidRDefault="00BA78D7" w:rsidP="00532E41">
      <w:r>
        <w:t>Daily affirmations can help you build your confidence, as well as clearly lay out your goals. Choose positive statements that will lift you up and break the barriers that are keeping you from the life you want to l</w:t>
      </w:r>
      <w:r>
        <w:t>ead. For example, if you feel that you are unworthy of love, you could repeat the following affirmation to yourself first thing in the morning," I love myself. My family and friends love me. I deserve love."</w:t>
      </w:r>
    </w:p>
    <w:p w:rsidR="00F15DAD" w:rsidRDefault="00F15DAD" w:rsidP="00532E41"/>
    <w:p w:rsidR="00F15DAD" w:rsidRDefault="00BA78D7" w:rsidP="00532E41">
      <w:pPr>
        <w:rPr>
          <w:b/>
        </w:rPr>
      </w:pPr>
      <w:r>
        <w:rPr>
          <w:b/>
        </w:rPr>
        <w:t>List Your Goals</w:t>
      </w:r>
    </w:p>
    <w:p w:rsidR="00D774D3" w:rsidRPr="00AE3B01" w:rsidRDefault="00BA78D7" w:rsidP="00532E41">
      <w:r>
        <w:t>When you are setting your goals</w:t>
      </w:r>
      <w:r>
        <w:t xml:space="preserve"> and thinking about what you most desire, it can help to write your goals and desires down. Writing these things down will help you to focus on precisely what it is you want so that you can work </w:t>
      </w:r>
      <w:r>
        <w:lastRenderedPageBreak/>
        <w:t>toward accomplishing those goals in a purposeful direction. Y</w:t>
      </w:r>
      <w:r>
        <w:t>ou can choose to focus on a few of your more important goals, or you can create a long list of your top 25 desires on a weekly or monthly basis.</w:t>
      </w:r>
    </w:p>
    <w:p w:rsidR="000F5034" w:rsidRDefault="000F5034" w:rsidP="00532E41"/>
    <w:p w:rsidR="00296357" w:rsidRPr="008770E3" w:rsidRDefault="00BA78D7">
      <w:r>
        <w:t>Implementing a creative visualization routine into your daily life doesn't have to take a ton of time. Using t</w:t>
      </w:r>
      <w:r>
        <w:t>he above techniques can help you get into the habit of practicing creative visualization on a regular basis to achieve success in your life.</w:t>
      </w:r>
    </w:p>
    <w:sectPr w:rsidR="00296357" w:rsidRPr="008770E3"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57"/>
    <w:rsid w:val="000379D4"/>
    <w:rsid w:val="000F5034"/>
    <w:rsid w:val="001E700C"/>
    <w:rsid w:val="00296357"/>
    <w:rsid w:val="003F1C97"/>
    <w:rsid w:val="004E7296"/>
    <w:rsid w:val="00532E41"/>
    <w:rsid w:val="0064063D"/>
    <w:rsid w:val="00660AAD"/>
    <w:rsid w:val="008770E3"/>
    <w:rsid w:val="00AE3B01"/>
    <w:rsid w:val="00BA78D7"/>
    <w:rsid w:val="00D14AC7"/>
    <w:rsid w:val="00D774D3"/>
    <w:rsid w:val="00ED1863"/>
    <w:rsid w:val="00ED7616"/>
    <w:rsid w:val="00F15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1CD2143C-3440-5544-8CBE-8A1720432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453</Words>
  <Characters>2145</Characters>
  <Application>Microsoft Office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2019-01-29T19:19:00Z</dcterms:created>
  <dcterms:modified xsi:type="dcterms:W3CDTF">2019-01-29T19:19:00Z</dcterms:modified>
  <cp:category/>
</cp:coreProperties>
</file>